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B75F8" w:rsidRPr="00505489" w:rsidRDefault="00EB75F8">
      <w:pPr>
        <w:rPr>
          <w:rFonts w:ascii="Arial Narrow" w:hAnsi="Arial Narrow"/>
          <w:sz w:val="22"/>
          <w:szCs w:val="22"/>
        </w:rPr>
      </w:pPr>
    </w:p>
    <w:p w:rsidR="00EB75F8" w:rsidRPr="00505489" w:rsidRDefault="00EB75F8">
      <w:pPr>
        <w:rPr>
          <w:rFonts w:ascii="Arial Narrow" w:hAnsi="Arial Narrow"/>
          <w:sz w:val="22"/>
          <w:szCs w:val="22"/>
        </w:rPr>
      </w:pPr>
    </w:p>
    <w:p w:rsidR="00EB75F8" w:rsidRPr="00505489" w:rsidRDefault="00EB75F8">
      <w:pPr>
        <w:rPr>
          <w:rFonts w:ascii="Arial Narrow" w:hAnsi="Arial Narrow"/>
          <w:sz w:val="22"/>
          <w:szCs w:val="22"/>
        </w:rPr>
      </w:pPr>
    </w:p>
    <w:p w:rsidR="000E4F50" w:rsidRPr="00505489" w:rsidRDefault="000E4F50" w:rsidP="000E4F50">
      <w:pPr>
        <w:pStyle w:val="Textoindependiente"/>
        <w:suppressAutoHyphens w:val="0"/>
        <w:spacing w:before="120" w:after="240"/>
        <w:jc w:val="center"/>
        <w:rPr>
          <w:rFonts w:ascii="Arial Narrow" w:hAnsi="Arial Narrow"/>
          <w:b/>
          <w:sz w:val="22"/>
          <w:szCs w:val="22"/>
        </w:rPr>
      </w:pPr>
      <w:r w:rsidRPr="00505489">
        <w:rPr>
          <w:rFonts w:ascii="Arial Narrow" w:hAnsi="Arial Narrow"/>
          <w:b/>
          <w:sz w:val="22"/>
          <w:szCs w:val="22"/>
        </w:rPr>
        <w:t xml:space="preserve">ANEXO VIII </w:t>
      </w:r>
      <w:bookmarkStart w:id="0" w:name="_GoBack"/>
      <w:bookmarkEnd w:id="0"/>
    </w:p>
    <w:p w:rsidR="000E4F50" w:rsidRPr="00505489" w:rsidRDefault="000E4F50" w:rsidP="000E4F50">
      <w:pPr>
        <w:tabs>
          <w:tab w:val="left" w:pos="-720"/>
          <w:tab w:val="left" w:pos="0"/>
        </w:tabs>
        <w:spacing w:before="120" w:after="240"/>
        <w:jc w:val="center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b/>
          <w:spacing w:val="-2"/>
          <w:sz w:val="22"/>
          <w:szCs w:val="22"/>
        </w:rPr>
        <w:t xml:space="preserve">DECLARACION RESPONSABLE DE LA ADECUACIÓN DE LOS BIENES </w:t>
      </w:r>
      <w:r w:rsidRPr="00505489">
        <w:rPr>
          <w:rFonts w:ascii="Arial Narrow" w:hAnsi="Arial Narrow"/>
          <w:b/>
          <w:sz w:val="22"/>
          <w:szCs w:val="22"/>
        </w:rPr>
        <w:t>OBJETO DEL SUMINISTRO AL CUMPLIMIENTO DE LAS DISPOSICIONES ESPECÍFICAS EN MATERIA DE SEGURIDAD Y SALUD.</w:t>
      </w:r>
    </w:p>
    <w:p w:rsidR="000E4F50" w:rsidRPr="00505489" w:rsidRDefault="000E4F50" w:rsidP="000E4F50">
      <w:pPr>
        <w:tabs>
          <w:tab w:val="left" w:pos="-720"/>
        </w:tabs>
        <w:spacing w:before="120" w:after="240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sz w:val="22"/>
          <w:szCs w:val="22"/>
        </w:rPr>
        <w:t>D./Dña. _________________________________________________ DNI___________________ como representante de:____________________________________________________________________</w:t>
      </w:r>
    </w:p>
    <w:p w:rsidR="000E4F50" w:rsidRPr="00505489" w:rsidRDefault="000E4F50" w:rsidP="000E4F50">
      <w:pPr>
        <w:spacing w:before="120" w:after="240"/>
        <w:rPr>
          <w:rFonts w:ascii="Arial Narrow" w:hAnsi="Arial Narrow"/>
          <w:sz w:val="22"/>
          <w:szCs w:val="22"/>
        </w:rPr>
      </w:pPr>
    </w:p>
    <w:p w:rsidR="000E4F50" w:rsidRPr="00505489" w:rsidRDefault="000E4F50" w:rsidP="000E4F50">
      <w:pPr>
        <w:tabs>
          <w:tab w:val="left" w:pos="-720"/>
        </w:tabs>
        <w:spacing w:before="120" w:after="240"/>
        <w:ind w:left="709" w:hanging="709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sz w:val="22"/>
          <w:szCs w:val="22"/>
        </w:rPr>
        <w:t>DECLARA BAJO SU RESPONSABILIDAD:</w:t>
      </w:r>
    </w:p>
    <w:p w:rsidR="000E4F50" w:rsidRPr="00505489" w:rsidRDefault="000E4F50" w:rsidP="000E4F50">
      <w:pPr>
        <w:numPr>
          <w:ilvl w:val="0"/>
          <w:numId w:val="1"/>
        </w:numPr>
        <w:suppressAutoHyphens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sz w:val="22"/>
          <w:szCs w:val="22"/>
        </w:rPr>
        <w:t>Que conoce los requisitos que han de reunir los bienes objeto del suministro cuya utilización o manejo puedan afectar a la seguridad y salud de las personas trabajadoras de los centros asistenciales del Servicio Andaluz de Salud.</w:t>
      </w:r>
    </w:p>
    <w:p w:rsidR="000E4F50" w:rsidRPr="00505489" w:rsidRDefault="000E4F50" w:rsidP="000E4F50">
      <w:pPr>
        <w:numPr>
          <w:ilvl w:val="0"/>
          <w:numId w:val="1"/>
        </w:numPr>
        <w:suppressAutoHyphens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sz w:val="22"/>
          <w:szCs w:val="22"/>
        </w:rPr>
        <w:t>Que los bienes que constituyen el objeto de esta contratación CUMPLEN con toda la disposición legal y /o reglamentaria que le es de aplicación en materia de seguridad y salud en el trabajo, así como con las reglamentaciones específicas de carácter industrial o normas UNE que le pudieran igualmente ser de aplicación.</w:t>
      </w:r>
    </w:p>
    <w:p w:rsidR="000E4F50" w:rsidRPr="00505489" w:rsidRDefault="000E4F50" w:rsidP="000E4F50">
      <w:pPr>
        <w:numPr>
          <w:ilvl w:val="0"/>
          <w:numId w:val="1"/>
        </w:numPr>
        <w:suppressAutoHyphens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sz w:val="22"/>
          <w:szCs w:val="22"/>
        </w:rPr>
        <w:t>Que asume el COMPROMISO de entregar junto al bien la documentación acreditativa exigida reglamentariamente como puede ser la declaración CE de conformidad, ficha de seguridad, manual de instrucciones, etc.</w:t>
      </w:r>
    </w:p>
    <w:p w:rsidR="000E4F50" w:rsidRPr="00505489" w:rsidRDefault="000E4F50" w:rsidP="000E4F50">
      <w:pPr>
        <w:numPr>
          <w:ilvl w:val="0"/>
          <w:numId w:val="1"/>
        </w:numPr>
        <w:suppressAutoHyphens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sz w:val="22"/>
          <w:szCs w:val="22"/>
        </w:rPr>
        <w:t>Que impartirá la formación a las personas trabajadoras cuando así se requiera reglamentariamente.</w:t>
      </w:r>
    </w:p>
    <w:p w:rsidR="000E4F50" w:rsidRPr="00505489" w:rsidRDefault="000E4F50" w:rsidP="000E4F50">
      <w:pPr>
        <w:spacing w:before="120" w:after="240"/>
        <w:jc w:val="right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sz w:val="22"/>
          <w:szCs w:val="22"/>
        </w:rPr>
        <w:tab/>
      </w:r>
      <w:r w:rsidRPr="00505489">
        <w:rPr>
          <w:rFonts w:ascii="Arial Narrow" w:hAnsi="Arial Narrow"/>
          <w:sz w:val="22"/>
          <w:szCs w:val="22"/>
        </w:rPr>
        <w:tab/>
      </w:r>
      <w:r w:rsidRPr="00505489">
        <w:rPr>
          <w:rFonts w:ascii="Arial Narrow" w:hAnsi="Arial Narrow"/>
          <w:sz w:val="22"/>
          <w:szCs w:val="22"/>
        </w:rPr>
        <w:tab/>
        <w:t>Fecha y firma:</w:t>
      </w:r>
    </w:p>
    <w:p w:rsidR="000E4F50" w:rsidRPr="00505489" w:rsidRDefault="000E4F50" w:rsidP="000E4F50">
      <w:pPr>
        <w:spacing w:before="120" w:after="240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sz w:val="22"/>
          <w:szCs w:val="22"/>
        </w:rPr>
        <w:t>Documentación que se adjunta:</w:t>
      </w:r>
    </w:p>
    <w:p w:rsidR="000E4F50" w:rsidRPr="00505489" w:rsidRDefault="000E4F50" w:rsidP="000E4F50">
      <w:pPr>
        <w:spacing w:before="120" w:after="240"/>
        <w:rPr>
          <w:rFonts w:ascii="Arial Narrow" w:hAnsi="Arial Narrow"/>
          <w:sz w:val="22"/>
          <w:szCs w:val="22"/>
        </w:rPr>
      </w:pPr>
      <w:r w:rsidRPr="00505489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1C21C4" w:rsidRPr="00505489" w:rsidRDefault="001C21C4" w:rsidP="00601E69">
      <w:pPr>
        <w:jc w:val="both"/>
        <w:rPr>
          <w:rFonts w:ascii="Arial Narrow" w:hAnsi="Arial Narrow"/>
          <w:sz w:val="22"/>
          <w:szCs w:val="22"/>
        </w:rPr>
      </w:pPr>
    </w:p>
    <w:sectPr w:rsidR="001C21C4" w:rsidRPr="00505489" w:rsidSect="00C17FCC">
      <w:headerReference w:type="default" r:id="rId7"/>
      <w:pgSz w:w="11906" w:h="16838"/>
      <w:pgMar w:top="2508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C87" w:rsidRDefault="00AA0C87" w:rsidP="00EB474C">
      <w:r>
        <w:separator/>
      </w:r>
    </w:p>
  </w:endnote>
  <w:endnote w:type="continuationSeparator" w:id="0">
    <w:p w:rsidR="00AA0C87" w:rsidRDefault="00AA0C87" w:rsidP="00EB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C87" w:rsidRDefault="00AA0C87" w:rsidP="00EB474C">
      <w:r>
        <w:separator/>
      </w:r>
    </w:p>
  </w:footnote>
  <w:footnote w:type="continuationSeparator" w:id="0">
    <w:p w:rsidR="00AA0C87" w:rsidRDefault="00AA0C87" w:rsidP="00EB4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FCC" w:rsidRDefault="00C17FCC" w:rsidP="00C17FCC">
    <w:pPr>
      <w:pStyle w:val="Encabezado"/>
      <w:rPr>
        <w:lang w:val="es-ES" w:eastAsia="es-ES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-135890</wp:posOffset>
          </wp:positionV>
          <wp:extent cx="1942465" cy="982345"/>
          <wp:effectExtent l="0" t="0" r="0" b="8255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3631" w:rsidRDefault="00CA3631" w:rsidP="00CA3631">
    <w:pPr>
      <w:pStyle w:val="Textoindependiente"/>
      <w:spacing w:line="14" w:lineRule="auto"/>
      <w:rPr>
        <w:sz w:val="20"/>
      </w:rPr>
    </w:pPr>
  </w:p>
  <w:p w:rsidR="00EB474C" w:rsidRDefault="00C17FCC" w:rsidP="00E01B24">
    <w:pPr>
      <w:pStyle w:val="Encabezado"/>
      <w:tabs>
        <w:tab w:val="clear" w:pos="4252"/>
        <w:tab w:val="clear" w:pos="8504"/>
        <w:tab w:val="center" w:pos="4819"/>
      </w:tabs>
    </w:pPr>
    <w:r>
      <w:rPr>
        <w:noProof/>
      </w:rPr>
      <mc:AlternateContent>
        <mc:Choice Requires="wps">
          <w:drawing>
            <wp:anchor distT="45720" distB="45720" distL="114935" distR="114935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3810</wp:posOffset>
              </wp:positionV>
              <wp:extent cx="1974215" cy="569595"/>
              <wp:effectExtent l="0" t="0" r="6985" b="190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4215" cy="569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FCC" w:rsidRDefault="00C17FCC" w:rsidP="00C17FCC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C17FCC" w:rsidRDefault="00C17FCC" w:rsidP="00C17FCC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C17FCC" w:rsidRDefault="00C17FCC" w:rsidP="00C17FCC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C17FCC" w:rsidRDefault="00C17FCC" w:rsidP="00C17FCC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04.25pt;margin-top:.3pt;width:155.45pt;height:44.85pt;z-index:251660288;visibility:visible;mso-wrap-style:square;mso-width-percent:0;mso-height-percent:0;mso-wrap-distance-left:9.05pt;mso-wrap-distance-top:3.6pt;mso-wrap-distance-right:9.05pt;mso-wrap-distance-bottom:3.6pt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" stroked="f">
              <v:textbox inset="7.25pt,3.65pt,7.25pt,3.65pt">
                <w:txbxContent>
                  <w:p w:rsidR="00C17FCC" w:rsidRDefault="00C17FCC" w:rsidP="00C17FCC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C17FCC" w:rsidRDefault="00C17FCC" w:rsidP="00C17FCC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C17FCC" w:rsidRDefault="00C17FCC" w:rsidP="00C17FCC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C17FCC" w:rsidRDefault="00C17FCC" w:rsidP="00C17FCC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EB474C">
      <w:t xml:space="preserve">             </w:t>
    </w:r>
    <w:r w:rsidR="00E56644">
      <w:rPr>
        <w:noProof/>
        <w:lang w:eastAsia="es-ES" w:bidi="ar-SA"/>
      </w:rPr>
      <w:t xml:space="preserve">                                         </w:t>
    </w:r>
    <w:r w:rsidR="00EB474C">
      <w:t xml:space="preserve">     </w:t>
    </w:r>
    <w:r w:rsidR="00E01B2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71015C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0070C8"/>
    <w:rsid w:val="000E4F50"/>
    <w:rsid w:val="001C21C4"/>
    <w:rsid w:val="00505489"/>
    <w:rsid w:val="00601E69"/>
    <w:rsid w:val="007D0C15"/>
    <w:rsid w:val="00AA0C87"/>
    <w:rsid w:val="00BE27AB"/>
    <w:rsid w:val="00C17FCC"/>
    <w:rsid w:val="00CA3631"/>
    <w:rsid w:val="00D20263"/>
    <w:rsid w:val="00E01B24"/>
    <w:rsid w:val="00E56644"/>
    <w:rsid w:val="00EB474C"/>
    <w:rsid w:val="00EB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oNotEmbedSmartTags/>
  <w:decimalSymbol w:val=","/>
  <w:listSeparator w:val=";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becera-Centrodirectivo">
    <w:name w:val="Cabecera - Centro directivo"/>
    <w:autoRedefine/>
    <w:qFormat/>
    <w:rsid w:val="00BE27AB"/>
    <w:pPr>
      <w:spacing w:before="40" w:after="240"/>
      <w:ind w:left="703"/>
      <w:jc w:val="both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BE27AB"/>
    <w:pPr>
      <w:spacing w:after="240"/>
      <w:ind w:left="703"/>
      <w:jc w:val="both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styleId="Encabezado">
    <w:name w:val="header"/>
    <w:basedOn w:val="Normal"/>
    <w:link w:val="EncabezadoCar"/>
    <w:unhideWhenUsed/>
    <w:rsid w:val="00EB474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EB474C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EB474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B474C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3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11</cp:revision>
  <cp:lastPrinted>1995-11-21T16:41:00Z</cp:lastPrinted>
  <dcterms:created xsi:type="dcterms:W3CDTF">2022-01-15T12:03:00Z</dcterms:created>
  <dcterms:modified xsi:type="dcterms:W3CDTF">2025-07-17T10:05:00Z</dcterms:modified>
</cp:coreProperties>
</file>